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C7" w:rsidRDefault="00956B39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1" filled="f"/>
        </w:pict>
      </w:r>
    </w:p>
    <w:p w:rsidR="009305C7" w:rsidRDefault="009305C7">
      <w:pPr>
        <w:pStyle w:val="3"/>
      </w:pPr>
      <w:r>
        <w:t>ΥΠΕΥΘΥΝΗ ΔΗΛΩΣΗ</w:t>
      </w:r>
    </w:p>
    <w:p w:rsidR="009305C7" w:rsidRDefault="009305C7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9305C7" w:rsidRDefault="009305C7">
      <w:pPr>
        <w:pStyle w:val="a3"/>
        <w:tabs>
          <w:tab w:val="clear" w:pos="4153"/>
          <w:tab w:val="clear" w:pos="8306"/>
        </w:tabs>
      </w:pPr>
    </w:p>
    <w:p w:rsidR="009305C7" w:rsidRDefault="009305C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9305C7" w:rsidRDefault="009305C7">
      <w:pPr>
        <w:pStyle w:val="a5"/>
        <w:jc w:val="left"/>
        <w:rPr>
          <w:bCs/>
          <w:sz w:val="22"/>
        </w:rPr>
      </w:pPr>
    </w:p>
    <w:p w:rsidR="009305C7" w:rsidRDefault="009305C7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  <w:lang w:val="en-US"/>
              </w:rPr>
            </w:pPr>
          </w:p>
        </w:tc>
      </w:tr>
      <w:tr w:rsidR="009305C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9305C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9305C7" w:rsidRDefault="009305C7">
      <w:pPr>
        <w:rPr>
          <w:rFonts w:ascii="Arial" w:hAnsi="Arial" w:cs="Arial"/>
          <w:b/>
          <w:bCs/>
          <w:sz w:val="28"/>
        </w:rPr>
      </w:pPr>
    </w:p>
    <w:p w:rsidR="009305C7" w:rsidRDefault="009305C7">
      <w:pPr>
        <w:rPr>
          <w:sz w:val="16"/>
        </w:rPr>
      </w:pPr>
    </w:p>
    <w:p w:rsidR="009305C7" w:rsidRDefault="009305C7">
      <w:pPr>
        <w:sectPr w:rsidR="009305C7">
          <w:headerReference w:type="default" r:id="rId7"/>
          <w:footerReference w:type="default" r:id="rId8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9305C7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</w:p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9305C7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9305C7" w:rsidRPr="00771F7F" w:rsidRDefault="00771F7F" w:rsidP="001E48EB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 w:rsidRPr="00771F7F">
              <w:rPr>
                <w:rFonts w:ascii="Arial" w:hAnsi="Arial" w:cs="Arial"/>
                <w:sz w:val="20"/>
              </w:rPr>
              <w:t>για την εν λόγω προϋπηρεσία δεν έλαβα σύνταξη, αποζημίωση ή άλλο βοήθημα αντί σύνταξης.</w:t>
            </w: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Pr="00FD0B16" w:rsidRDefault="009305C7" w:rsidP="001E48EB">
            <w:pPr>
              <w:spacing w:before="60"/>
              <w:ind w:right="125"/>
              <w:rPr>
                <w:rFonts w:ascii="Arial" w:hAnsi="Arial" w:cs="Arial"/>
                <w:b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(4)</w:t>
            </w:r>
          </w:p>
        </w:tc>
      </w:tr>
    </w:tbl>
    <w:p w:rsidR="009305C7" w:rsidRDefault="009305C7"/>
    <w:p w:rsidR="009305C7" w:rsidRPr="00C41E61" w:rsidRDefault="001E48EB">
      <w:pPr>
        <w:pStyle w:val="a6"/>
        <w:ind w:left="0" w:right="484"/>
        <w:jc w:val="right"/>
        <w:rPr>
          <w:sz w:val="16"/>
          <w:lang w:val="en-US"/>
        </w:rPr>
      </w:pPr>
      <w:r>
        <w:rPr>
          <w:sz w:val="16"/>
        </w:rPr>
        <w:t>Ημερομηνία:      …………</w:t>
      </w:r>
      <w:r w:rsidR="009305C7">
        <w:rPr>
          <w:sz w:val="16"/>
        </w:rPr>
        <w:t>20</w:t>
      </w:r>
      <w:r w:rsidR="00C41E61">
        <w:rPr>
          <w:sz w:val="16"/>
          <w:lang w:val="en-US"/>
        </w:rPr>
        <w:t>…</w:t>
      </w:r>
    </w:p>
    <w:p w:rsidR="009305C7" w:rsidRDefault="009305C7">
      <w:pPr>
        <w:pStyle w:val="a6"/>
        <w:ind w:left="0" w:right="484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9305C7" w:rsidRPr="000D290B" w:rsidRDefault="009305C7">
      <w:pPr>
        <w:jc w:val="both"/>
        <w:rPr>
          <w:rFonts w:ascii="Arial" w:hAnsi="Arial" w:cs="Arial"/>
          <w:sz w:val="18"/>
          <w:lang w:val="en-US"/>
        </w:rPr>
      </w:pP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Default="009305C7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9305C7" w:rsidRDefault="009305C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sectPr w:rsidR="009305C7" w:rsidSect="00956B39">
      <w:headerReference w:type="default" r:id="rId9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C0F" w:rsidRDefault="00F63C0F">
      <w:r>
        <w:separator/>
      </w:r>
    </w:p>
  </w:endnote>
  <w:endnote w:type="continuationSeparator" w:id="0">
    <w:p w:rsidR="00F63C0F" w:rsidRDefault="00F63C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D7E" w:rsidRDefault="004B2203" w:rsidP="00B23CEE">
    <w:pPr>
      <w:pStyle w:val="a4"/>
      <w:tabs>
        <w:tab w:val="clear" w:pos="4153"/>
        <w:tab w:val="clear" w:pos="8306"/>
        <w:tab w:val="center" w:pos="5102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Εικόνα 5" o:spid="_x0000_i1026" type="#_x0000_t75" style="width:503.25pt;height:51pt;visibility:visible;mso-wrap-style:square">
          <v:imagedata r:id="rId1" o:title=""/>
        </v:shape>
      </w:pict>
    </w:r>
    <w:r w:rsidR="00B23CEE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C0F" w:rsidRDefault="00F63C0F">
      <w:r>
        <w:separator/>
      </w:r>
    </w:p>
  </w:footnote>
  <w:footnote w:type="continuationSeparator" w:id="0">
    <w:p w:rsidR="00F63C0F" w:rsidRDefault="00F63C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10420"/>
    </w:tblGrid>
    <w:tr w:rsidR="00AC64F1">
      <w:tc>
        <w:tcPr>
          <w:tcW w:w="10420" w:type="dxa"/>
        </w:tcPr>
        <w:p w:rsidR="00AC64F1" w:rsidRDefault="00956B39" w:rsidP="003B75B7">
          <w:pPr>
            <w:pStyle w:val="a3"/>
            <w:jc w:val="center"/>
            <w:rPr>
              <w:b/>
              <w:bCs/>
              <w:sz w:val="16"/>
            </w:rPr>
          </w:pPr>
          <w:r w:rsidRPr="00956B39">
            <w:rPr>
              <w:rFonts w:ascii="Arial" w:hAnsi="Arial" w:cs="Arial"/>
              <w:sz w:val="3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1.25pt;height:42pt" fillcolor="window">
                <v:imagedata r:id="rId1" o:title=""/>
              </v:shape>
            </w:pict>
          </w:r>
        </w:p>
      </w:tc>
    </w:tr>
  </w:tbl>
  <w:p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oNotTrackMoves/>
  <w:defaultTabStop w:val="720"/>
  <w:noPunctuationKerning/>
  <w:characterSpacingControl w:val="doNotCompress"/>
  <w:hdrShapeDefaults>
    <o:shapedefaults v:ext="edit" spidmax="6146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5C7"/>
    <w:rsid w:val="000D290B"/>
    <w:rsid w:val="001E48EB"/>
    <w:rsid w:val="00202527"/>
    <w:rsid w:val="002430C5"/>
    <w:rsid w:val="003B75B7"/>
    <w:rsid w:val="00432683"/>
    <w:rsid w:val="004B2203"/>
    <w:rsid w:val="00732B17"/>
    <w:rsid w:val="00771F7F"/>
    <w:rsid w:val="007A65AC"/>
    <w:rsid w:val="007B22BB"/>
    <w:rsid w:val="008A55D5"/>
    <w:rsid w:val="008B245B"/>
    <w:rsid w:val="009305C7"/>
    <w:rsid w:val="00954856"/>
    <w:rsid w:val="00956B39"/>
    <w:rsid w:val="00AC64F1"/>
    <w:rsid w:val="00B23CEE"/>
    <w:rsid w:val="00C41E61"/>
    <w:rsid w:val="00D92F98"/>
    <w:rsid w:val="00E76C13"/>
    <w:rsid w:val="00F63C0F"/>
    <w:rsid w:val="00FD0B16"/>
    <w:rsid w:val="00FD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B39"/>
    <w:rPr>
      <w:sz w:val="24"/>
      <w:szCs w:val="24"/>
    </w:rPr>
  </w:style>
  <w:style w:type="paragraph" w:styleId="1">
    <w:name w:val="heading 1"/>
    <w:basedOn w:val="a"/>
    <w:next w:val="a"/>
    <w:qFormat/>
    <w:rsid w:val="00956B39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956B39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956B39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956B39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956B39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956B39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956B39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956B39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956B39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6B3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56B39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956B39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956B3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956B3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956B39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956B39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2</TotalTime>
  <Pages>1</Pages>
  <Words>218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</dc:creator>
  <cp:lastModifiedBy>Spanou</cp:lastModifiedBy>
  <cp:revision>3</cp:revision>
  <cp:lastPrinted>2018-04-11T08:33:00Z</cp:lastPrinted>
  <dcterms:created xsi:type="dcterms:W3CDTF">2020-12-16T07:35:00Z</dcterms:created>
  <dcterms:modified xsi:type="dcterms:W3CDTF">2020-12-16T07:40:00Z</dcterms:modified>
</cp:coreProperties>
</file>